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FC21D" w14:textId="77777777" w:rsidR="003F69AB" w:rsidRDefault="003F69AB" w:rsidP="003F69A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2 do Zapytania</w:t>
      </w:r>
    </w:p>
    <w:p w14:paraId="71F6D881" w14:textId="77777777" w:rsidR="003F69AB" w:rsidRDefault="003F69AB" w:rsidP="003F69A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  <w:szCs w:val="24"/>
        </w:rPr>
      </w:pPr>
    </w:p>
    <w:p w14:paraId="25DCC460" w14:textId="77777777" w:rsidR="003F69AB" w:rsidRPr="003F69AB" w:rsidRDefault="003F69AB" w:rsidP="003F69AB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14:paraId="216665ED" w14:textId="77777777" w:rsidR="003F69AB" w:rsidRDefault="003F69AB" w:rsidP="003F69A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………………………….</w:t>
      </w:r>
    </w:p>
    <w:p w14:paraId="706100C6" w14:textId="77777777" w:rsidR="003F69AB" w:rsidRDefault="003F69AB" w:rsidP="003F69A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(pieczęć adresowa/dane Wykonawcy)                                                         miejscowość , dnia</w:t>
      </w:r>
    </w:p>
    <w:p w14:paraId="5467974D" w14:textId="77777777" w:rsidR="003F69AB" w:rsidRDefault="003F69AB" w:rsidP="003F69A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rPr>
          <w:rFonts w:ascii="Times New Roman" w:hAnsi="Times New Roman"/>
          <w:b/>
          <w:bCs/>
          <w:spacing w:val="60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60"/>
          <w:sz w:val="24"/>
          <w:szCs w:val="24"/>
          <w:u w:val="single"/>
        </w:rPr>
        <w:t>OŚWIADCZENIE</w:t>
      </w:r>
    </w:p>
    <w:p w14:paraId="25244A0E" w14:textId="77777777" w:rsidR="003F69AB" w:rsidRDefault="003F69AB" w:rsidP="003F69AB">
      <w:pPr>
        <w:spacing w:after="200"/>
        <w:jc w:val="center"/>
        <w:rPr>
          <w:rFonts w:ascii="Times New Roman" w:hAnsi="Times New Roman"/>
          <w:b/>
          <w:bCs/>
          <w:spacing w:val="6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spacing w:val="60"/>
          <w:sz w:val="24"/>
          <w:szCs w:val="24"/>
          <w:u w:val="single"/>
        </w:rPr>
        <w:t>O SPEŁNIANIU WARUNKÓW UDZIAŁU W POSTĘPOWANIU</w:t>
      </w:r>
    </w:p>
    <w:p w14:paraId="7C39AFD5" w14:textId="77777777" w:rsidR="003F69AB" w:rsidRDefault="003F69AB" w:rsidP="003F69AB">
      <w:pPr>
        <w:spacing w:after="200"/>
        <w:rPr>
          <w:rFonts w:ascii="Times New Roman" w:hAnsi="Times New Roman"/>
          <w:b/>
          <w:sz w:val="24"/>
          <w:szCs w:val="24"/>
          <w:u w:val="single"/>
        </w:rPr>
      </w:pPr>
    </w:p>
    <w:p w14:paraId="774C9558" w14:textId="77777777" w:rsidR="00753D8D" w:rsidRDefault="003F69AB" w:rsidP="00753D8D">
      <w:pPr>
        <w:spacing w:after="20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spełniam wszystkie warunki udziału w postępowaniu pn. </w:t>
      </w:r>
      <w:r w:rsidR="00753D8D">
        <w:rPr>
          <w:rFonts w:ascii="Times New Roman" w:hAnsi="Times New Roman"/>
          <w:b/>
          <w:sz w:val="24"/>
          <w:szCs w:val="24"/>
        </w:rPr>
        <w:t>„Ubezpieczenie Interesów Majątkowych i Odpowiedzialności Cywilnej jednostek organizacyjnych Gminy Fałków</w:t>
      </w:r>
      <w:r w:rsidR="00753D8D">
        <w:rPr>
          <w:rFonts w:ascii="Times New Roman" w:hAnsi="Times New Roman"/>
          <w:b/>
          <w:i/>
          <w:sz w:val="24"/>
          <w:szCs w:val="24"/>
        </w:rPr>
        <w:t>”</w:t>
      </w:r>
    </w:p>
    <w:p w14:paraId="2C7257BB" w14:textId="77777777" w:rsidR="003F69AB" w:rsidRDefault="003F69AB" w:rsidP="003F69AB">
      <w:pPr>
        <w:spacing w:after="2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dotyczące: </w:t>
      </w:r>
    </w:p>
    <w:p w14:paraId="399C796D" w14:textId="77777777" w:rsidR="003F69AB" w:rsidRDefault="003F69AB" w:rsidP="003F69AB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posiadania odpowiedniego uprawnienia do wykonywania działalności, </w:t>
      </w:r>
    </w:p>
    <w:p w14:paraId="42EB11EE" w14:textId="77777777" w:rsidR="003F69AB" w:rsidRDefault="003F69AB" w:rsidP="003F69AB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posiadania wiedzy i doświadczenia, </w:t>
      </w:r>
    </w:p>
    <w:p w14:paraId="4F1BAE4D" w14:textId="77777777" w:rsidR="003F69AB" w:rsidRDefault="003F69AB" w:rsidP="003F69AB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posiadania potencjału technicznego</w:t>
      </w:r>
    </w:p>
    <w:p w14:paraId="73FAADD1" w14:textId="77777777" w:rsidR="003F69AB" w:rsidRDefault="003F69AB" w:rsidP="003F69AB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dysponowania osobami zdolnymi do wykonania zamówienia</w:t>
      </w:r>
    </w:p>
    <w:p w14:paraId="72EB0FB4" w14:textId="77777777" w:rsidR="003F69AB" w:rsidRDefault="003F69AB" w:rsidP="003F69AB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posiadania odpowiedniej sytuacji ekonomicznej i finansowej do wykonania zamówienia.</w:t>
      </w:r>
    </w:p>
    <w:p w14:paraId="3EC65212" w14:textId="77777777" w:rsidR="003F69AB" w:rsidRDefault="003F69AB" w:rsidP="003F69AB">
      <w:pPr>
        <w:pStyle w:val="Default"/>
        <w:tabs>
          <w:tab w:val="left" w:pos="284"/>
        </w:tabs>
        <w:jc w:val="both"/>
        <w:rPr>
          <w:rFonts w:ascii="Times New Roman" w:hAnsi="Times New Roman" w:cs="Times New Roman"/>
          <w:b/>
        </w:rPr>
      </w:pPr>
    </w:p>
    <w:p w14:paraId="594742BF" w14:textId="77777777" w:rsidR="003F69AB" w:rsidRDefault="003F69AB" w:rsidP="003F69AB">
      <w:pPr>
        <w:spacing w:after="20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14:paraId="1DD87ACC" w14:textId="77777777" w:rsidR="003F69AB" w:rsidRDefault="003F69AB" w:rsidP="003F69AB">
      <w:pPr>
        <w:spacing w:after="20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14:paraId="14EB9CAF" w14:textId="77777777" w:rsidR="003F69AB" w:rsidRDefault="003F69AB" w:rsidP="003F69AB">
      <w:pPr>
        <w:spacing w:after="20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14:paraId="2DE69E5F" w14:textId="77777777" w:rsidR="003F69AB" w:rsidRPr="003F69AB" w:rsidRDefault="003F69AB" w:rsidP="003F69AB">
      <w:pPr>
        <w:tabs>
          <w:tab w:val="left" w:pos="0"/>
        </w:tabs>
        <w:suppressAutoHyphens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  <w:t>Prawdziwość powyższych danych stwierdzam własnoręcznym podpisem świadomy odpowiedzialności karnej art. 233 § 1 kodeksu karnego.</w:t>
      </w:r>
    </w:p>
    <w:p w14:paraId="03567037" w14:textId="77777777" w:rsidR="003F69AB" w:rsidRDefault="003F69AB" w:rsidP="003F69AB">
      <w:pPr>
        <w:tabs>
          <w:tab w:val="left" w:pos="0"/>
        </w:tabs>
        <w:suppressAutoHyphens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</w:p>
    <w:p w14:paraId="261BAF52" w14:textId="77777777" w:rsidR="003F69AB" w:rsidRDefault="003F69AB" w:rsidP="003F69AB">
      <w:pPr>
        <w:tabs>
          <w:tab w:val="left" w:pos="0"/>
        </w:tabs>
        <w:suppressAutoHyphens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</w:p>
    <w:p w14:paraId="0F219F41" w14:textId="77777777" w:rsidR="003F69AB" w:rsidRDefault="003F69AB" w:rsidP="003F69AB">
      <w:pPr>
        <w:tabs>
          <w:tab w:val="left" w:pos="0"/>
        </w:tabs>
        <w:suppressAutoHyphens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</w:p>
    <w:p w14:paraId="17E73883" w14:textId="77777777" w:rsidR="003F69AB" w:rsidRDefault="003F69AB" w:rsidP="003F69AB">
      <w:pPr>
        <w:tabs>
          <w:tab w:val="left" w:pos="0"/>
        </w:tabs>
        <w:suppressAutoHyphens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</w:p>
    <w:p w14:paraId="1C6FC066" w14:textId="77777777" w:rsidR="003F69AB" w:rsidRDefault="003F69AB" w:rsidP="003F69AB">
      <w:pPr>
        <w:autoSpaceDE w:val="0"/>
        <w:autoSpaceDN w:val="0"/>
        <w:adjustRightInd w:val="0"/>
        <w:ind w:left="3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...............................................................................………</w:t>
      </w:r>
    </w:p>
    <w:p w14:paraId="0634D57C" w14:textId="77777777" w:rsidR="003F69AB" w:rsidRDefault="003F69AB" w:rsidP="003F69AB">
      <w:pPr>
        <w:autoSpaceDE w:val="0"/>
        <w:autoSpaceDN w:val="0"/>
        <w:adjustRightInd w:val="0"/>
        <w:ind w:left="3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i/>
          <w:iCs/>
          <w:szCs w:val="24"/>
        </w:rPr>
        <w:t xml:space="preserve">(podpis osób/y uprawnionych do składania oświadczeń woli) </w:t>
      </w:r>
    </w:p>
    <w:p w14:paraId="33EEB403" w14:textId="77777777" w:rsidR="003F69AB" w:rsidRDefault="003F69AB" w:rsidP="003F69AB">
      <w:pPr>
        <w:spacing w:after="200"/>
        <w:jc w:val="both"/>
        <w:rPr>
          <w:rFonts w:ascii="Times New Roman" w:hAnsi="Times New Roman"/>
          <w:sz w:val="24"/>
          <w:szCs w:val="24"/>
        </w:rPr>
      </w:pPr>
    </w:p>
    <w:p w14:paraId="30E4B7B6" w14:textId="77777777" w:rsidR="00357B9B" w:rsidRDefault="00357B9B"/>
    <w:sectPr w:rsidR="00357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003B4"/>
    <w:multiLevelType w:val="hybridMultilevel"/>
    <w:tmpl w:val="D1D80CDE"/>
    <w:lvl w:ilvl="0" w:tplc="541AF1B2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9E52A17"/>
    <w:multiLevelType w:val="hybridMultilevel"/>
    <w:tmpl w:val="8D86B50A"/>
    <w:lvl w:ilvl="0" w:tplc="5338178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2" w15:restartNumberingAfterBreak="0">
    <w:nsid w:val="52735448"/>
    <w:multiLevelType w:val="hybridMultilevel"/>
    <w:tmpl w:val="24B0E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2400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52857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7016202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revisionView w:comments="0" w:insDel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53D8D"/>
    <w:rsid w:val="00357B9B"/>
    <w:rsid w:val="003F69AB"/>
    <w:rsid w:val="00753D8D"/>
    <w:rsid w:val="0093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59A8D"/>
  <w15:chartTrackingRefBased/>
  <w15:docId w15:val="{D6313290-A398-4B41-97ED-1C9FED76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9AB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3F69AB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F69AB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2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Gmina%20Fa&#322;k&#243;w\SIWZ,%20zapytania\Zapytanie%202024-2026\Za&#322;&#261;cznik%20nr%202%20do%20Zapytani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2 do Zapytania</Template>
  <TotalTime>0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Aleksander Romanowski</cp:lastModifiedBy>
  <cp:revision>1</cp:revision>
  <dcterms:created xsi:type="dcterms:W3CDTF">2024-01-02T12:15:00Z</dcterms:created>
  <dcterms:modified xsi:type="dcterms:W3CDTF">2024-01-02T12:15:00Z</dcterms:modified>
</cp:coreProperties>
</file>